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B228D" w14:textId="77777777" w:rsidR="0097557C" w:rsidRDefault="0097557C">
      <w:pPr>
        <w:spacing w:line="240" w:lineRule="auto"/>
      </w:pPr>
    </w:p>
    <w:p w14:paraId="5C194DF1" w14:textId="77777777" w:rsidR="003C2CCF" w:rsidRDefault="00505A7A">
      <w:pPr>
        <w:spacing w:line="240" w:lineRule="auto"/>
      </w:pPr>
      <w:r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4639098B" wp14:editId="152FF2BD">
            <wp:extent cx="6856088" cy="7032458"/>
            <wp:effectExtent l="0" t="0" r="2540" b="381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03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004C5" w14:textId="77777777" w:rsidR="003C2CCF" w:rsidRDefault="003C2CCF">
      <w:pPr>
        <w:spacing w:line="240" w:lineRule="auto"/>
      </w:pPr>
      <w:r>
        <w:t>C.</w:t>
      </w:r>
      <w:r w:rsidR="00505A7A">
        <w:t xml:space="preserve"> Black writing on white background</w:t>
      </w:r>
    </w:p>
    <w:p w14:paraId="3453DAD3" w14:textId="77777777" w:rsidR="003C2CCF" w:rsidRDefault="003C2CCF">
      <w:pPr>
        <w:spacing w:line="240" w:lineRule="auto"/>
      </w:pPr>
      <w:r>
        <w:t>R.</w:t>
      </w:r>
      <w:r w:rsidR="00505A7A">
        <w:t xml:space="preserve"> Every paragraph refers back to PR</w:t>
      </w:r>
    </w:p>
    <w:p w14:paraId="0FFEA1A7" w14:textId="77777777" w:rsidR="003C2CCF" w:rsidRDefault="003C2CCF">
      <w:pPr>
        <w:spacing w:line="240" w:lineRule="auto"/>
      </w:pPr>
      <w:r>
        <w:t>A.</w:t>
      </w:r>
      <w:r w:rsidR="00505A7A">
        <w:t xml:space="preserve"> Everything is aligned together except for contact info</w:t>
      </w:r>
      <w:r w:rsidR="00836910">
        <w:t>,</w:t>
      </w:r>
      <w:r w:rsidR="00505A7A">
        <w:t xml:space="preserve"> which is </w:t>
      </w:r>
      <w:r w:rsidR="00836910">
        <w:t>grouped together</w:t>
      </w:r>
    </w:p>
    <w:p w14:paraId="368C44B5" w14:textId="77777777" w:rsidR="003C2CCF" w:rsidRDefault="003C2CCF">
      <w:pPr>
        <w:spacing w:line="240" w:lineRule="auto"/>
      </w:pPr>
      <w:r>
        <w:t xml:space="preserve">P. </w:t>
      </w:r>
      <w:r w:rsidR="00836910">
        <w:t xml:space="preserve">Everything that goes together with content is grouped together </w:t>
      </w:r>
    </w:p>
    <w:p w14:paraId="3E34A0B5" w14:textId="77777777" w:rsidR="003C2CCF" w:rsidRDefault="003C2CCF">
      <w:pPr>
        <w:spacing w:line="240" w:lineRule="auto"/>
      </w:pPr>
      <w:r>
        <w:t>P.</w:t>
      </w:r>
      <w:r w:rsidR="00836910" w:rsidRPr="00836910">
        <w:t xml:space="preserve"> </w:t>
      </w:r>
      <w:r w:rsidR="00836910">
        <w:t xml:space="preserve">To formally </w:t>
      </w:r>
      <w:proofErr w:type="gramStart"/>
      <w:r w:rsidR="00836910">
        <w:t>write</w:t>
      </w:r>
      <w:proofErr w:type="gramEnd"/>
      <w:r w:rsidR="00836910">
        <w:t xml:space="preserve"> a letter to someone about an exercise with PR probably for training</w:t>
      </w:r>
    </w:p>
    <w:p w14:paraId="04060823" w14:textId="77777777" w:rsidR="003C2CCF" w:rsidRDefault="003C2CCF">
      <w:pPr>
        <w:spacing w:line="240" w:lineRule="auto"/>
      </w:pPr>
      <w:r>
        <w:t>A.</w:t>
      </w:r>
      <w:r w:rsidR="00836910">
        <w:t xml:space="preserve"> A professor</w:t>
      </w:r>
    </w:p>
    <w:p w14:paraId="7672EC05" w14:textId="77777777" w:rsidR="003C2CCF" w:rsidRDefault="003C2CCF">
      <w:pPr>
        <w:spacing w:line="240" w:lineRule="auto"/>
      </w:pPr>
      <w:r>
        <w:t>G.</w:t>
      </w:r>
      <w:r w:rsidR="00836910">
        <w:t xml:space="preserve"> Letter</w:t>
      </w:r>
    </w:p>
    <w:p w14:paraId="31D57CB2" w14:textId="77777777" w:rsidR="003C2CCF" w:rsidRDefault="003C2CCF">
      <w:pPr>
        <w:spacing w:line="240" w:lineRule="auto"/>
      </w:pPr>
      <w:r>
        <w:t>E.</w:t>
      </w:r>
      <w:r w:rsidR="000F5941">
        <w:t xml:space="preserve"> To hopefully see PR exercises put into place</w:t>
      </w:r>
    </w:p>
    <w:p w14:paraId="661D7C53" w14:textId="77777777" w:rsidR="003C2CCF" w:rsidRDefault="003C2CCF">
      <w:pPr>
        <w:spacing w:line="240" w:lineRule="auto"/>
      </w:pPr>
      <w:r>
        <w:rPr>
          <w:rFonts w:ascii="Helvetica" w:hAnsi="Helvetica" w:cs="Helvetica"/>
          <w:noProof/>
          <w:sz w:val="24"/>
          <w:szCs w:val="24"/>
        </w:rPr>
        <w:lastRenderedPageBreak/>
        <w:drawing>
          <wp:inline distT="0" distB="0" distL="0" distR="0" wp14:anchorId="6B7FFCF2" wp14:editId="2817CA46">
            <wp:extent cx="6343015" cy="636206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15" cy="636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756D2" w14:textId="77777777" w:rsidR="003C2CCF" w:rsidRDefault="003C2CCF">
      <w:pPr>
        <w:spacing w:line="240" w:lineRule="auto"/>
      </w:pPr>
    </w:p>
    <w:p w14:paraId="2A0A6186" w14:textId="77777777" w:rsidR="003C2CCF" w:rsidRDefault="003C2CCF">
      <w:pPr>
        <w:spacing w:line="240" w:lineRule="auto"/>
      </w:pPr>
      <w:r>
        <w:t>C</w:t>
      </w:r>
      <w:r w:rsidR="002D7C66">
        <w:t>. Black writing on white background</w:t>
      </w:r>
    </w:p>
    <w:p w14:paraId="6B4C2419" w14:textId="77777777" w:rsidR="003C2CCF" w:rsidRDefault="003C2CCF">
      <w:pPr>
        <w:spacing w:line="240" w:lineRule="auto"/>
      </w:pPr>
      <w:r>
        <w:t>R</w:t>
      </w:r>
      <w:r w:rsidR="002D7C66">
        <w:t xml:space="preserve">. </w:t>
      </w:r>
      <w:r w:rsidR="00505A7A">
        <w:t>Continues to tell about writing each paragraph</w:t>
      </w:r>
    </w:p>
    <w:p w14:paraId="6311CBCA" w14:textId="77777777" w:rsidR="003C2CCF" w:rsidRDefault="003C2CCF">
      <w:pPr>
        <w:spacing w:line="240" w:lineRule="auto"/>
      </w:pPr>
      <w:r>
        <w:t>A</w:t>
      </w:r>
      <w:r w:rsidR="002D7C66">
        <w:t>.</w:t>
      </w:r>
      <w:r w:rsidR="00505A7A">
        <w:t xml:space="preserve"> Everything is aligned to the left</w:t>
      </w:r>
    </w:p>
    <w:p w14:paraId="3CC3F633" w14:textId="77777777" w:rsidR="003C2CCF" w:rsidRDefault="003C2CCF">
      <w:pPr>
        <w:spacing w:line="240" w:lineRule="auto"/>
      </w:pPr>
      <w:r>
        <w:t>P</w:t>
      </w:r>
      <w:r w:rsidR="002D7C66">
        <w:t>.</w:t>
      </w:r>
      <w:r w:rsidR="00505A7A">
        <w:t xml:space="preserve"> The paragraphs are separated with the information</w:t>
      </w:r>
    </w:p>
    <w:p w14:paraId="44C8D8FF" w14:textId="77777777" w:rsidR="003C2CCF" w:rsidRDefault="003C2CCF">
      <w:pPr>
        <w:spacing w:line="240" w:lineRule="auto"/>
      </w:pPr>
      <w:r>
        <w:t>P</w:t>
      </w:r>
      <w:r w:rsidR="002D7C66">
        <w:t>. This is giving information about how to write a business letter or email.</w:t>
      </w:r>
    </w:p>
    <w:p w14:paraId="683979A3" w14:textId="77777777" w:rsidR="003C2CCF" w:rsidRDefault="003C2CCF">
      <w:pPr>
        <w:spacing w:line="240" w:lineRule="auto"/>
      </w:pPr>
      <w:r>
        <w:t>A</w:t>
      </w:r>
      <w:r w:rsidR="002D7C66">
        <w:t>. People who need help writing.</w:t>
      </w:r>
    </w:p>
    <w:p w14:paraId="7FFC5B98" w14:textId="77777777" w:rsidR="003C2CCF" w:rsidRDefault="003C2CCF">
      <w:pPr>
        <w:spacing w:line="240" w:lineRule="auto"/>
      </w:pPr>
      <w:r>
        <w:t>G</w:t>
      </w:r>
      <w:r w:rsidR="002D7C66">
        <w:t>. Letter</w:t>
      </w:r>
    </w:p>
    <w:p w14:paraId="0F52E051" w14:textId="77777777" w:rsidR="003C2CCF" w:rsidRDefault="003C2CCF">
      <w:pPr>
        <w:spacing w:line="240" w:lineRule="auto"/>
      </w:pPr>
      <w:r>
        <w:t>E</w:t>
      </w:r>
      <w:r w:rsidR="002D7C66">
        <w:t>. They get to help people write</w:t>
      </w:r>
    </w:p>
    <w:p w14:paraId="79742DE8" w14:textId="77777777" w:rsidR="003C2CCF" w:rsidRDefault="003C2CCF">
      <w:pPr>
        <w:spacing w:line="240" w:lineRule="auto"/>
      </w:pPr>
    </w:p>
    <w:p w14:paraId="79121D1B" w14:textId="77777777" w:rsidR="003C2CCF" w:rsidRDefault="003C2CCF">
      <w:pPr>
        <w:spacing w:line="240" w:lineRule="auto"/>
      </w:pPr>
    </w:p>
    <w:p w14:paraId="46F39084" w14:textId="77777777" w:rsidR="003C2CCF" w:rsidRDefault="003C2CCF">
      <w:pPr>
        <w:spacing w:line="240" w:lineRule="auto"/>
      </w:pPr>
    </w:p>
    <w:p w14:paraId="08FBED9A" w14:textId="77777777" w:rsidR="003C2CCF" w:rsidRDefault="003C2CCF">
      <w:pPr>
        <w:spacing w:line="240" w:lineRule="auto"/>
      </w:pPr>
      <w:r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33B7AABC" wp14:editId="281DB6D4">
            <wp:extent cx="6857365" cy="5825691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2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6D1A9" w14:textId="77777777" w:rsidR="00302800" w:rsidRDefault="003C2CCF">
      <w:pPr>
        <w:spacing w:line="240" w:lineRule="auto"/>
      </w:pPr>
      <w:r>
        <w:t>C</w:t>
      </w:r>
      <w:r w:rsidR="00302800">
        <w:t>. The writing is black on a white background, which makes the letter formal</w:t>
      </w:r>
    </w:p>
    <w:p w14:paraId="23361A63" w14:textId="77777777" w:rsidR="00302800" w:rsidRDefault="003C2CCF">
      <w:pPr>
        <w:spacing w:line="240" w:lineRule="auto"/>
      </w:pPr>
      <w:r>
        <w:t>R</w:t>
      </w:r>
      <w:r w:rsidR="00302800">
        <w:t>. They repeat that they are writing about the workforce investment act</w:t>
      </w:r>
    </w:p>
    <w:p w14:paraId="6D9F0135" w14:textId="77777777" w:rsidR="003C2CCF" w:rsidRDefault="003C2CCF">
      <w:pPr>
        <w:spacing w:line="240" w:lineRule="auto"/>
      </w:pPr>
      <w:r>
        <w:t>A</w:t>
      </w:r>
      <w:r w:rsidR="00302800">
        <w:t>.</w:t>
      </w:r>
      <w:r w:rsidR="005111D1">
        <w:t xml:space="preserve"> Everything in the body of the letter is aligned and the header is put in the center to distinguish it from the rest</w:t>
      </w:r>
    </w:p>
    <w:p w14:paraId="07FE45C5" w14:textId="77777777" w:rsidR="003C2CCF" w:rsidRDefault="003C2CCF">
      <w:pPr>
        <w:spacing w:line="240" w:lineRule="auto"/>
      </w:pPr>
      <w:r>
        <w:t>P</w:t>
      </w:r>
      <w:r w:rsidR="00302800">
        <w:t>. They group what they are writing about and separate their points into paragraphs</w:t>
      </w:r>
    </w:p>
    <w:p w14:paraId="40C73F41" w14:textId="77777777" w:rsidR="003C2CCF" w:rsidRDefault="003C2CCF">
      <w:pPr>
        <w:spacing w:line="240" w:lineRule="auto"/>
      </w:pPr>
      <w:r>
        <w:t>P</w:t>
      </w:r>
      <w:r w:rsidR="00302800">
        <w:t>.</w:t>
      </w:r>
      <w:r w:rsidR="005111D1">
        <w:t xml:space="preserve"> To </w:t>
      </w:r>
      <w:proofErr w:type="gramStart"/>
      <w:r w:rsidR="005111D1">
        <w:t>write</w:t>
      </w:r>
      <w:proofErr w:type="gramEnd"/>
      <w:r w:rsidR="005111D1">
        <w:t xml:space="preserve"> to their town legislature about helping the workforce</w:t>
      </w:r>
    </w:p>
    <w:p w14:paraId="36D26C4B" w14:textId="77777777" w:rsidR="003C2CCF" w:rsidRDefault="003C2CCF">
      <w:pPr>
        <w:spacing w:line="240" w:lineRule="auto"/>
      </w:pPr>
      <w:r>
        <w:t>A</w:t>
      </w:r>
      <w:r w:rsidR="00302800">
        <w:t>.</w:t>
      </w:r>
      <w:r w:rsidR="005111D1">
        <w:t xml:space="preserve"> Town legislature</w:t>
      </w:r>
    </w:p>
    <w:p w14:paraId="41913E41" w14:textId="77777777" w:rsidR="003C2CCF" w:rsidRDefault="003C2CCF">
      <w:pPr>
        <w:spacing w:line="240" w:lineRule="auto"/>
      </w:pPr>
      <w:r>
        <w:t>G</w:t>
      </w:r>
      <w:r w:rsidR="00302800">
        <w:t>.</w:t>
      </w:r>
      <w:r w:rsidR="005111D1">
        <w:t xml:space="preserve"> Formal letter</w:t>
      </w:r>
    </w:p>
    <w:p w14:paraId="7C0E289D" w14:textId="77777777" w:rsidR="003C2CCF" w:rsidRDefault="003C2CCF">
      <w:pPr>
        <w:spacing w:line="240" w:lineRule="auto"/>
      </w:pPr>
      <w:r>
        <w:t>E</w:t>
      </w:r>
      <w:r w:rsidR="00302800">
        <w:t>.</w:t>
      </w:r>
      <w:r w:rsidR="005111D1">
        <w:t xml:space="preserve"> They expect to </w:t>
      </w:r>
      <w:r w:rsidR="002D7C66">
        <w:t>have their request listened to</w:t>
      </w:r>
    </w:p>
    <w:p w14:paraId="457CC7F2" w14:textId="77777777" w:rsidR="00CB64C2" w:rsidRDefault="00CB64C2">
      <w:pPr>
        <w:spacing w:line="240" w:lineRule="auto"/>
      </w:pPr>
    </w:p>
    <w:p w14:paraId="5F0F5FD6" w14:textId="77777777" w:rsidR="00CB64C2" w:rsidRDefault="00CB64C2">
      <w:pPr>
        <w:spacing w:line="240" w:lineRule="auto"/>
      </w:pPr>
    </w:p>
    <w:p w14:paraId="6BDC752C" w14:textId="77777777" w:rsidR="00CB64C2" w:rsidRDefault="00CB64C2">
      <w:pPr>
        <w:spacing w:line="240" w:lineRule="auto"/>
      </w:pPr>
    </w:p>
    <w:p w14:paraId="0388106D" w14:textId="77777777" w:rsidR="00CB64C2" w:rsidRDefault="00CB64C2">
      <w:pPr>
        <w:spacing w:line="240" w:lineRule="auto"/>
      </w:pPr>
    </w:p>
    <w:p w14:paraId="5A0280FF" w14:textId="3ABF94F6" w:rsidR="00CB64C2" w:rsidRDefault="00CB64C2">
      <w:pPr>
        <w:spacing w:line="240" w:lineRule="auto"/>
      </w:pPr>
      <w:bookmarkStart w:id="0" w:name="_GoBack"/>
      <w:bookmarkEnd w:id="0"/>
    </w:p>
    <w:sectPr w:rsidR="00CB64C2" w:rsidSect="0097557C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B9205" w14:textId="77777777" w:rsidR="002B0995" w:rsidRDefault="002B0995">
      <w:pPr>
        <w:spacing w:line="240" w:lineRule="auto"/>
      </w:pPr>
      <w:r>
        <w:separator/>
      </w:r>
    </w:p>
  </w:endnote>
  <w:endnote w:type="continuationSeparator" w:id="0">
    <w:p w14:paraId="49F1D469" w14:textId="77777777" w:rsidR="002B0995" w:rsidRDefault="002B09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45641" w14:textId="77777777" w:rsidR="002B0995" w:rsidRDefault="002B0995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5714CE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BB644" w14:textId="77777777" w:rsidR="002B0995" w:rsidRDefault="002B0995">
      <w:pPr>
        <w:spacing w:line="240" w:lineRule="auto"/>
      </w:pPr>
      <w:r>
        <w:separator/>
      </w:r>
    </w:p>
  </w:footnote>
  <w:footnote w:type="continuationSeparator" w:id="0">
    <w:p w14:paraId="021A1D73" w14:textId="77777777" w:rsidR="002B0995" w:rsidRDefault="002B09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8298"/>
      <w:gridCol w:w="2718"/>
    </w:tblGrid>
    <w:tr w:rsidR="002B0995" w14:paraId="4CCC1CEA" w14:textId="77777777">
      <w:tc>
        <w:tcPr>
          <w:tcW w:w="8298" w:type="dxa"/>
          <w:vAlign w:val="center"/>
        </w:tcPr>
        <w:p w14:paraId="79B3EC15" w14:textId="77777777" w:rsidR="002B0995" w:rsidRDefault="002B0995">
          <w:pPr>
            <w:pStyle w:val="Title"/>
          </w:pPr>
        </w:p>
      </w:tc>
      <w:tc>
        <w:tcPr>
          <w:tcW w:w="2718" w:type="dxa"/>
          <w:vAlign w:val="center"/>
        </w:tcPr>
        <w:p w14:paraId="0674E043" w14:textId="77777777" w:rsidR="002B0995" w:rsidRDefault="002B0995">
          <w:pPr>
            <w:pStyle w:val="Boxes"/>
          </w:pPr>
          <w:r>
            <w:rPr>
              <w:noProof/>
            </w:rPr>
            <w:drawing>
              <wp:inline distT="0" distB="0" distL="0" distR="0" wp14:anchorId="4897BFCD" wp14:editId="00A6037A">
                <wp:extent cx="138569" cy="137160"/>
                <wp:effectExtent l="19050" t="19050" r="13831" b="15240"/>
                <wp:docPr id="7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 wp14:anchorId="7BE0174A" wp14:editId="5EEA6605">
                <wp:extent cx="138569" cy="137160"/>
                <wp:effectExtent l="19050" t="19050" r="13831" b="15240"/>
                <wp:docPr id="8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 wp14:anchorId="6158C806" wp14:editId="25FE71D6">
                <wp:extent cx="138569" cy="137160"/>
                <wp:effectExtent l="19050" t="19050" r="13831" b="15240"/>
                <wp:docPr id="9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 wp14:anchorId="2D61E88C" wp14:editId="2023197B">
                <wp:extent cx="138569" cy="137160"/>
                <wp:effectExtent l="19050" t="19050" r="13831" b="15240"/>
                <wp:docPr id="10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 wp14:anchorId="7D953642" wp14:editId="604F731E">
                <wp:extent cx="138569" cy="137160"/>
                <wp:effectExtent l="19050" t="19050" r="13831" b="15240"/>
                <wp:docPr id="11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7E2E26" w14:textId="77777777" w:rsidR="002B0995" w:rsidRDefault="002B099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7A11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8A6895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0E906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AC0F6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404AE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6AB5A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C8A52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09B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D2B1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2C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3C2CCF"/>
    <w:rsid w:val="000D10CA"/>
    <w:rsid w:val="000F5941"/>
    <w:rsid w:val="002A4120"/>
    <w:rsid w:val="002B0995"/>
    <w:rsid w:val="002D7C66"/>
    <w:rsid w:val="00302800"/>
    <w:rsid w:val="003C2CCF"/>
    <w:rsid w:val="003D7701"/>
    <w:rsid w:val="004B0E7A"/>
    <w:rsid w:val="004C27D6"/>
    <w:rsid w:val="004F77FB"/>
    <w:rsid w:val="00505A7A"/>
    <w:rsid w:val="005111D1"/>
    <w:rsid w:val="005714CE"/>
    <w:rsid w:val="00741521"/>
    <w:rsid w:val="00836910"/>
    <w:rsid w:val="00895ED0"/>
    <w:rsid w:val="0097557C"/>
    <w:rsid w:val="00CB64C2"/>
    <w:rsid w:val="00DD026C"/>
    <w:rsid w:val="00EE488D"/>
    <w:rsid w:val="00FC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C5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7557C"/>
    <w:pPr>
      <w:spacing w:line="300" w:lineRule="auto"/>
    </w:pPr>
  </w:style>
  <w:style w:type="paragraph" w:styleId="Heading1">
    <w:name w:val="heading 1"/>
    <w:basedOn w:val="Normal"/>
    <w:next w:val="Normal"/>
    <w:link w:val="Heading1Char"/>
    <w:qFormat/>
    <w:rsid w:val="009755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755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755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755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7557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7557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755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755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7557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57C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97557C"/>
  </w:style>
  <w:style w:type="paragraph" w:styleId="Footer">
    <w:name w:val="footer"/>
    <w:basedOn w:val="Normal"/>
    <w:link w:val="FooterChar"/>
    <w:rsid w:val="0097557C"/>
    <w:pPr>
      <w:tabs>
        <w:tab w:val="center" w:pos="4680"/>
        <w:tab w:val="right" w:pos="9360"/>
      </w:tabs>
      <w:spacing w:before="200"/>
      <w:jc w:val="right"/>
    </w:pPr>
    <w:rPr>
      <w:color w:val="C0504D" w:themeColor="accent2"/>
    </w:rPr>
  </w:style>
  <w:style w:type="character" w:customStyle="1" w:styleId="FooterChar">
    <w:name w:val="Footer Char"/>
    <w:basedOn w:val="DefaultParagraphFont"/>
    <w:link w:val="Footer"/>
    <w:rsid w:val="0097557C"/>
    <w:rPr>
      <w:color w:val="C0504D" w:themeColor="accent2"/>
    </w:rPr>
  </w:style>
  <w:style w:type="paragraph" w:styleId="Title">
    <w:name w:val="Title"/>
    <w:basedOn w:val="Normal"/>
    <w:next w:val="Normal"/>
    <w:link w:val="TitleChar"/>
    <w:rsid w:val="0097557C"/>
    <w:pPr>
      <w:spacing w:line="240" w:lineRule="auto"/>
    </w:pPr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7557C"/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Normal"/>
    <w:rsid w:val="0097557C"/>
    <w:pPr>
      <w:spacing w:before="120" w:after="240" w:line="240" w:lineRule="auto"/>
    </w:pPr>
    <w:rPr>
      <w:color w:val="4F81BD" w:themeColor="accent1"/>
      <w:sz w:val="18"/>
      <w:szCs w:val="18"/>
    </w:rPr>
  </w:style>
  <w:style w:type="paragraph" w:customStyle="1" w:styleId="Boxes">
    <w:name w:val="Boxes"/>
    <w:basedOn w:val="Normal"/>
    <w:rsid w:val="0097557C"/>
    <w:pPr>
      <w:spacing w:line="240" w:lineRule="auto"/>
      <w:jc w:val="right"/>
    </w:pPr>
  </w:style>
  <w:style w:type="paragraph" w:styleId="BodyText">
    <w:name w:val="Body Text"/>
    <w:basedOn w:val="Normal"/>
    <w:link w:val="BodyTextChar"/>
    <w:rsid w:val="0097557C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97557C"/>
  </w:style>
  <w:style w:type="paragraph" w:customStyle="1" w:styleId="Address">
    <w:name w:val="Address"/>
    <w:basedOn w:val="Normal"/>
    <w:rsid w:val="0097557C"/>
    <w:rPr>
      <w:sz w:val="18"/>
    </w:rPr>
  </w:style>
  <w:style w:type="paragraph" w:customStyle="1" w:styleId="DateandRecipient">
    <w:name w:val="Date and Recipient"/>
    <w:basedOn w:val="Normal"/>
    <w:rsid w:val="0097557C"/>
    <w:pPr>
      <w:spacing w:before="40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97557C"/>
    <w:pPr>
      <w:spacing w:before="60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97557C"/>
    <w:rPr>
      <w:color w:val="404040" w:themeColor="text1" w:themeTint="BF"/>
    </w:rPr>
  </w:style>
  <w:style w:type="paragraph" w:styleId="BalloonText">
    <w:name w:val="Balloon Text"/>
    <w:basedOn w:val="Normal"/>
    <w:link w:val="BalloonTextChar"/>
    <w:semiHidden/>
    <w:unhideWhenUsed/>
    <w:rsid w:val="009755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7557C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97557C"/>
  </w:style>
  <w:style w:type="paragraph" w:styleId="BlockText">
    <w:name w:val="Block Text"/>
    <w:basedOn w:val="Normal"/>
    <w:semiHidden/>
    <w:unhideWhenUsed/>
    <w:rsid w:val="0097557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97557C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97557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7557C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7557C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7557C"/>
  </w:style>
  <w:style w:type="character" w:customStyle="1" w:styleId="BodyText2Char">
    <w:name w:val="Body Text 2 Char"/>
    <w:basedOn w:val="DefaultParagraphFont"/>
    <w:link w:val="BodyText2"/>
    <w:semiHidden/>
    <w:rsid w:val="0097557C"/>
  </w:style>
  <w:style w:type="paragraph" w:styleId="BodyTextFirstIndent2">
    <w:name w:val="Body Text First Indent 2"/>
    <w:basedOn w:val="BodyText2"/>
    <w:link w:val="BodyTextFirstIndent2Char"/>
    <w:semiHidden/>
    <w:unhideWhenUsed/>
    <w:rsid w:val="0097557C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97557C"/>
  </w:style>
  <w:style w:type="paragraph" w:styleId="BodyTextIndent2">
    <w:name w:val="Body Text Indent 2"/>
    <w:basedOn w:val="Normal"/>
    <w:link w:val="BodyTextIndent2Char"/>
    <w:semiHidden/>
    <w:unhideWhenUsed/>
    <w:rsid w:val="0097557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7557C"/>
  </w:style>
  <w:style w:type="paragraph" w:styleId="BodyTextIndent3">
    <w:name w:val="Body Text Indent 3"/>
    <w:basedOn w:val="Normal"/>
    <w:link w:val="BodyTextIndent3Char"/>
    <w:semiHidden/>
    <w:unhideWhenUsed/>
    <w:rsid w:val="0097557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7557C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9755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97557C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rsid w:val="0097557C"/>
  </w:style>
  <w:style w:type="paragraph" w:styleId="CommentText">
    <w:name w:val="annotation text"/>
    <w:basedOn w:val="Normal"/>
    <w:link w:val="Comment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5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5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557C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97557C"/>
  </w:style>
  <w:style w:type="character" w:customStyle="1" w:styleId="DateChar">
    <w:name w:val="Date Char"/>
    <w:basedOn w:val="DefaultParagraphFont"/>
    <w:link w:val="Date"/>
    <w:semiHidden/>
    <w:rsid w:val="0097557C"/>
  </w:style>
  <w:style w:type="paragraph" w:styleId="DocumentMap">
    <w:name w:val="Document Map"/>
    <w:basedOn w:val="Normal"/>
    <w:link w:val="DocumentMapChar"/>
    <w:semiHidden/>
    <w:unhideWhenUsed/>
    <w:rsid w:val="009755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7557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7557C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97557C"/>
  </w:style>
  <w:style w:type="paragraph" w:styleId="EndnoteText">
    <w:name w:val="endnote text"/>
    <w:basedOn w:val="Normal"/>
    <w:link w:val="Endnote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7557C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97557C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7557C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7557C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755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9755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9755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9755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9755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9755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755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9755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755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97557C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7557C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97557C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7557C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97557C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7557C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7557C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7557C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7557C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7557C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7557C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7557C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7557C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7557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9755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97557C"/>
    <w:rPr>
      <w:b/>
      <w:bCs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97557C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7557C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7557C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7557C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7557C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7557C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7557C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7557C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7557C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7557C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7557C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7557C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7557C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7557C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7557C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7557C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7557C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7557C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7557C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7557C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97557C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9755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7557C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9755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7557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97557C"/>
  </w:style>
  <w:style w:type="paragraph" w:styleId="NormalWeb">
    <w:name w:val="Normal (Web)"/>
    <w:basedOn w:val="Normal"/>
    <w:semiHidden/>
    <w:unhideWhenUsed/>
    <w:rsid w:val="0097557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7557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7557C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97557C"/>
  </w:style>
  <w:style w:type="paragraph" w:styleId="PlainText">
    <w:name w:val="Plain Text"/>
    <w:basedOn w:val="Normal"/>
    <w:link w:val="PlainTextChar"/>
    <w:semiHidden/>
    <w:unhideWhenUsed/>
    <w:rsid w:val="0097557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7557C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97557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97557C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7557C"/>
  </w:style>
  <w:style w:type="character" w:customStyle="1" w:styleId="SalutationChar">
    <w:name w:val="Salutation Char"/>
    <w:basedOn w:val="DefaultParagraphFont"/>
    <w:link w:val="Salutation"/>
    <w:semiHidden/>
    <w:rsid w:val="0097557C"/>
  </w:style>
  <w:style w:type="paragraph" w:styleId="Subtitle">
    <w:name w:val="Subtitle"/>
    <w:basedOn w:val="Normal"/>
    <w:next w:val="Normal"/>
    <w:link w:val="SubtitleChar"/>
    <w:qFormat/>
    <w:rsid w:val="009755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9755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97557C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7557C"/>
  </w:style>
  <w:style w:type="paragraph" w:styleId="TOAHeading">
    <w:name w:val="toa heading"/>
    <w:basedOn w:val="Normal"/>
    <w:next w:val="Normal"/>
    <w:semiHidden/>
    <w:unhideWhenUsed/>
    <w:rsid w:val="0097557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7557C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7557C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7557C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7557C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7557C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7557C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7557C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7557C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7557C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97557C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7557C"/>
    <w:pPr>
      <w:spacing w:line="300" w:lineRule="auto"/>
    </w:pPr>
  </w:style>
  <w:style w:type="paragraph" w:styleId="Heading1">
    <w:name w:val="heading 1"/>
    <w:basedOn w:val="Normal"/>
    <w:next w:val="Normal"/>
    <w:link w:val="Heading1Char"/>
    <w:qFormat/>
    <w:rsid w:val="009755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755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755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755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7557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7557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755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755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7557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57C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97557C"/>
  </w:style>
  <w:style w:type="paragraph" w:styleId="Footer">
    <w:name w:val="footer"/>
    <w:basedOn w:val="Normal"/>
    <w:link w:val="FooterChar"/>
    <w:rsid w:val="0097557C"/>
    <w:pPr>
      <w:tabs>
        <w:tab w:val="center" w:pos="4680"/>
        <w:tab w:val="right" w:pos="9360"/>
      </w:tabs>
      <w:spacing w:before="200"/>
      <w:jc w:val="right"/>
    </w:pPr>
    <w:rPr>
      <w:color w:val="C0504D" w:themeColor="accent2"/>
    </w:rPr>
  </w:style>
  <w:style w:type="character" w:customStyle="1" w:styleId="FooterChar">
    <w:name w:val="Footer Char"/>
    <w:basedOn w:val="DefaultParagraphFont"/>
    <w:link w:val="Footer"/>
    <w:rsid w:val="0097557C"/>
    <w:rPr>
      <w:color w:val="C0504D" w:themeColor="accent2"/>
    </w:rPr>
  </w:style>
  <w:style w:type="paragraph" w:styleId="Title">
    <w:name w:val="Title"/>
    <w:basedOn w:val="Normal"/>
    <w:next w:val="Normal"/>
    <w:link w:val="TitleChar"/>
    <w:rsid w:val="0097557C"/>
    <w:pPr>
      <w:spacing w:line="240" w:lineRule="auto"/>
    </w:pPr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7557C"/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Normal"/>
    <w:rsid w:val="0097557C"/>
    <w:pPr>
      <w:spacing w:before="120" w:after="240" w:line="240" w:lineRule="auto"/>
    </w:pPr>
    <w:rPr>
      <w:color w:val="4F81BD" w:themeColor="accent1"/>
      <w:sz w:val="18"/>
      <w:szCs w:val="18"/>
    </w:rPr>
  </w:style>
  <w:style w:type="paragraph" w:customStyle="1" w:styleId="Boxes">
    <w:name w:val="Boxes"/>
    <w:basedOn w:val="Normal"/>
    <w:rsid w:val="0097557C"/>
    <w:pPr>
      <w:spacing w:line="240" w:lineRule="auto"/>
      <w:jc w:val="right"/>
    </w:pPr>
  </w:style>
  <w:style w:type="paragraph" w:styleId="BodyText">
    <w:name w:val="Body Text"/>
    <w:basedOn w:val="Normal"/>
    <w:link w:val="BodyTextChar"/>
    <w:rsid w:val="0097557C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97557C"/>
  </w:style>
  <w:style w:type="paragraph" w:customStyle="1" w:styleId="Address">
    <w:name w:val="Address"/>
    <w:basedOn w:val="Normal"/>
    <w:rsid w:val="0097557C"/>
    <w:rPr>
      <w:sz w:val="18"/>
    </w:rPr>
  </w:style>
  <w:style w:type="paragraph" w:customStyle="1" w:styleId="DateandRecipient">
    <w:name w:val="Date and Recipient"/>
    <w:basedOn w:val="Normal"/>
    <w:rsid w:val="0097557C"/>
    <w:pPr>
      <w:spacing w:before="40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97557C"/>
    <w:pPr>
      <w:spacing w:before="60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97557C"/>
    <w:rPr>
      <w:color w:val="404040" w:themeColor="text1" w:themeTint="BF"/>
    </w:rPr>
  </w:style>
  <w:style w:type="paragraph" w:styleId="BalloonText">
    <w:name w:val="Balloon Text"/>
    <w:basedOn w:val="Normal"/>
    <w:link w:val="BalloonTextChar"/>
    <w:semiHidden/>
    <w:unhideWhenUsed/>
    <w:rsid w:val="009755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7557C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97557C"/>
  </w:style>
  <w:style w:type="paragraph" w:styleId="BlockText">
    <w:name w:val="Block Text"/>
    <w:basedOn w:val="Normal"/>
    <w:semiHidden/>
    <w:unhideWhenUsed/>
    <w:rsid w:val="0097557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97557C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97557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7557C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7557C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7557C"/>
  </w:style>
  <w:style w:type="character" w:customStyle="1" w:styleId="BodyText2Char">
    <w:name w:val="Body Text 2 Char"/>
    <w:basedOn w:val="DefaultParagraphFont"/>
    <w:link w:val="BodyText2"/>
    <w:semiHidden/>
    <w:rsid w:val="0097557C"/>
  </w:style>
  <w:style w:type="paragraph" w:styleId="BodyTextFirstIndent2">
    <w:name w:val="Body Text First Indent 2"/>
    <w:basedOn w:val="BodyText2"/>
    <w:link w:val="BodyTextFirstIndent2Char"/>
    <w:semiHidden/>
    <w:unhideWhenUsed/>
    <w:rsid w:val="0097557C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97557C"/>
  </w:style>
  <w:style w:type="paragraph" w:styleId="BodyTextIndent2">
    <w:name w:val="Body Text Indent 2"/>
    <w:basedOn w:val="Normal"/>
    <w:link w:val="BodyTextIndent2Char"/>
    <w:semiHidden/>
    <w:unhideWhenUsed/>
    <w:rsid w:val="0097557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7557C"/>
  </w:style>
  <w:style w:type="paragraph" w:styleId="BodyTextIndent3">
    <w:name w:val="Body Text Indent 3"/>
    <w:basedOn w:val="Normal"/>
    <w:link w:val="BodyTextIndent3Char"/>
    <w:semiHidden/>
    <w:unhideWhenUsed/>
    <w:rsid w:val="0097557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7557C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97557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97557C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rsid w:val="0097557C"/>
  </w:style>
  <w:style w:type="paragraph" w:styleId="CommentText">
    <w:name w:val="annotation text"/>
    <w:basedOn w:val="Normal"/>
    <w:link w:val="Comment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5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5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557C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97557C"/>
  </w:style>
  <w:style w:type="character" w:customStyle="1" w:styleId="DateChar">
    <w:name w:val="Date Char"/>
    <w:basedOn w:val="DefaultParagraphFont"/>
    <w:link w:val="Date"/>
    <w:semiHidden/>
    <w:rsid w:val="0097557C"/>
  </w:style>
  <w:style w:type="paragraph" w:styleId="DocumentMap">
    <w:name w:val="Document Map"/>
    <w:basedOn w:val="Normal"/>
    <w:link w:val="DocumentMapChar"/>
    <w:semiHidden/>
    <w:unhideWhenUsed/>
    <w:rsid w:val="009755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7557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7557C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97557C"/>
  </w:style>
  <w:style w:type="paragraph" w:styleId="EndnoteText">
    <w:name w:val="endnote text"/>
    <w:basedOn w:val="Normal"/>
    <w:link w:val="Endnote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7557C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97557C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7557C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97557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7557C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755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9755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9755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9755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9755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9755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755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9755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755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97557C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7557C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97557C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7557C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97557C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7557C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7557C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7557C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7557C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7557C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7557C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7557C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7557C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7557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9755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97557C"/>
    <w:rPr>
      <w:b/>
      <w:bCs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97557C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7557C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7557C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7557C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7557C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7557C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7557C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7557C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7557C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7557C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7557C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7557C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7557C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7557C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7557C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7557C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7557C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7557C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7557C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7557C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97557C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9755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7557C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9755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7557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97557C"/>
  </w:style>
  <w:style w:type="paragraph" w:styleId="NormalWeb">
    <w:name w:val="Normal (Web)"/>
    <w:basedOn w:val="Normal"/>
    <w:semiHidden/>
    <w:unhideWhenUsed/>
    <w:rsid w:val="0097557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7557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7557C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97557C"/>
  </w:style>
  <w:style w:type="paragraph" w:styleId="PlainText">
    <w:name w:val="Plain Text"/>
    <w:basedOn w:val="Normal"/>
    <w:link w:val="PlainTextChar"/>
    <w:semiHidden/>
    <w:unhideWhenUsed/>
    <w:rsid w:val="0097557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7557C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97557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97557C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7557C"/>
  </w:style>
  <w:style w:type="character" w:customStyle="1" w:styleId="SalutationChar">
    <w:name w:val="Salutation Char"/>
    <w:basedOn w:val="DefaultParagraphFont"/>
    <w:link w:val="Salutation"/>
    <w:semiHidden/>
    <w:rsid w:val="0097557C"/>
  </w:style>
  <w:style w:type="paragraph" w:styleId="Subtitle">
    <w:name w:val="Subtitle"/>
    <w:basedOn w:val="Normal"/>
    <w:next w:val="Normal"/>
    <w:link w:val="SubtitleChar"/>
    <w:qFormat/>
    <w:rsid w:val="009755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9755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97557C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7557C"/>
  </w:style>
  <w:style w:type="paragraph" w:styleId="TOAHeading">
    <w:name w:val="toa heading"/>
    <w:basedOn w:val="Normal"/>
    <w:next w:val="Normal"/>
    <w:semiHidden/>
    <w:unhideWhenUsed/>
    <w:rsid w:val="0097557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7557C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7557C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7557C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7557C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7557C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7557C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7557C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7557C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7557C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9755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Formal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 Letter.dotx</Template>
  <TotalTime>65</TotalTime>
  <Pages>3</Pages>
  <Words>181</Words>
  <Characters>1057</Characters>
  <Application>Microsoft Macintosh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Robinson</dc:creator>
  <cp:keywords/>
  <dc:description/>
  <cp:lastModifiedBy>Maurice Robinson</cp:lastModifiedBy>
  <cp:revision>3</cp:revision>
  <dcterms:created xsi:type="dcterms:W3CDTF">2015-03-20T03:41:00Z</dcterms:created>
  <dcterms:modified xsi:type="dcterms:W3CDTF">2015-03-20T15:57:00Z</dcterms:modified>
  <cp:category/>
</cp:coreProperties>
</file>